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r>
        <w:t>Dopis nabídky</w:t>
      </w:r>
    </w:p>
    <w:p w:rsidR="005D68B0" w:rsidRPr="005D68B0" w:rsidRDefault="00BB037B" w:rsidP="005D68B0">
      <w:pPr>
        <w:pStyle w:val="Titul2"/>
      </w:pPr>
      <w:r w:rsidRPr="005507A4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507A4" w:rsidRPr="005507A4">
            <w:rPr>
              <w:rStyle w:val="Nzevakce"/>
              <w:b/>
            </w:rPr>
            <w:br/>
          </w:r>
          <w:r w:rsidR="005D68B0" w:rsidRPr="005507A4">
            <w:rPr>
              <w:rStyle w:val="Nzevakce"/>
              <w:b/>
            </w:rPr>
            <w:t>„</w:t>
          </w:r>
          <w:r w:rsidR="005507A4" w:rsidRPr="005507A4">
            <w:rPr>
              <w:rStyle w:val="Nzevakce"/>
              <w:b/>
            </w:rPr>
            <w:t>ETCS Beroun - Plzeň</w:t>
          </w:r>
          <w:r w:rsidR="005D68B0" w:rsidRPr="005507A4">
            <w:rPr>
              <w:rStyle w:val="Nzevakce"/>
              <w:b/>
            </w:rPr>
            <w:t xml:space="preserve">“ </w:t>
          </w:r>
        </w:sdtContent>
      </w:sdt>
    </w:p>
    <w:p w:rsidR="005D68B0" w:rsidRDefault="005D68B0" w:rsidP="00312D11">
      <w:pPr>
        <w:pStyle w:val="Textbezodsazen"/>
      </w:pPr>
    </w:p>
    <w:p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:rsidR="00E9202E" w:rsidRDefault="00E9202E" w:rsidP="00312D11">
      <w:pPr>
        <w:pStyle w:val="Textbezodsazen"/>
      </w:pPr>
    </w:p>
    <w:p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dokumenty nakládáno podle ust. § 218 zákona o zadávání veřejných zakázek.</w:t>
      </w:r>
    </w:p>
    <w:p w:rsidR="00BB037B" w:rsidRDefault="00BB037B" w:rsidP="005D1C66">
      <w:pPr>
        <w:pStyle w:val="slovanseznam"/>
      </w:pPr>
      <w:r>
        <w:lastRenderedPageBreak/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:rsidR="00457B38" w:rsidRDefault="00457B38" w:rsidP="00312D11">
      <w:pPr>
        <w:pStyle w:val="Textbezodsazen"/>
      </w:pPr>
    </w:p>
    <w:p w:rsidR="005D1C66" w:rsidRDefault="005D1C66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ED3A17" w:rsidRDefault="00ED3A17" w:rsidP="00312D11">
      <w:pPr>
        <w:pStyle w:val="Textbezodsazen"/>
        <w:rPr>
          <w:highlight w:val="yellow"/>
        </w:rPr>
      </w:pPr>
    </w:p>
    <w:p w:rsidR="00ED3A17" w:rsidRDefault="00ED3A17" w:rsidP="00312D11">
      <w:pPr>
        <w:pStyle w:val="Textbezodsazen"/>
        <w:rPr>
          <w:highlight w:val="yellow"/>
        </w:rPr>
      </w:pP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1AE" w:rsidRDefault="00A371AE" w:rsidP="00962258">
      <w:pPr>
        <w:spacing w:after="0" w:line="240" w:lineRule="auto"/>
      </w:pPr>
      <w:r>
        <w:separator/>
      </w:r>
    </w:p>
  </w:endnote>
  <w:endnote w:type="continuationSeparator" w:id="0">
    <w:p w:rsidR="00A371AE" w:rsidRDefault="00A371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68B0" w:rsidRDefault="005D68B0" w:rsidP="00D50379">
          <w:pPr>
            <w:pStyle w:val="Zpatvpravo"/>
          </w:pPr>
          <w:r>
            <w:t xml:space="preserve">Dopis nabídky </w:t>
          </w:r>
        </w:p>
        <w:p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5507A4">
            <w:rPr>
              <w:rStyle w:val="Tun"/>
              <w:noProof/>
            </w:rPr>
            <w:br/>
            <w:t>„ETCS Beroun - Plzeň“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07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07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121" w:rsidRDefault="00A371AE" w:rsidP="00BE5121">
    <w:pPr>
      <w:pStyle w:val="Zpat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36.1pt;width:335.55pt;height:36.7pt;z-index:25167052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51" DrawAspect="Content" ObjectID="_1635658871" r:id="rId2"/>
      </w:object>
    </w:r>
  </w:p>
  <w:p w:rsidR="00BE5121" w:rsidRDefault="00BE5121" w:rsidP="00BE5121">
    <w:pPr>
      <w:pStyle w:val="Zpat"/>
      <w:rPr>
        <w:rFonts w:cs="Calibri"/>
        <w:szCs w:val="12"/>
      </w:rPr>
    </w:pPr>
  </w:p>
  <w:p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1AE" w:rsidRDefault="00A371AE" w:rsidP="00962258">
      <w:pPr>
        <w:spacing w:after="0" w:line="240" w:lineRule="auto"/>
      </w:pPr>
      <w:r>
        <w:separator/>
      </w:r>
    </w:p>
  </w:footnote>
  <w:footnote w:type="continuationSeparator" w:id="0">
    <w:p w:rsidR="00A371AE" w:rsidRDefault="00A371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1C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40DF4B3F" wp14:editId="51567D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07A4"/>
    <w:rsid w:val="00553375"/>
    <w:rsid w:val="00555884"/>
    <w:rsid w:val="005736B7"/>
    <w:rsid w:val="00575E5A"/>
    <w:rsid w:val="00580245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423BC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371A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032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23D5D07"/>
  <w14:defaultImageDpi w14:val="32767"/>
  <w15:docId w15:val="{8410BDBC-18D6-453D-B9A4-22BE936D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090104"/>
    <w:rsid w:val="00146B79"/>
    <w:rsid w:val="005E3FC4"/>
    <w:rsid w:val="00A37915"/>
    <w:rsid w:val="00BC1B70"/>
    <w:rsid w:val="00C7001B"/>
    <w:rsid w:val="00D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1074E4-2775-4777-9B98-09209DEEB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3</cp:revision>
  <cp:lastPrinted>2019-03-12T14:23:00Z</cp:lastPrinted>
  <dcterms:created xsi:type="dcterms:W3CDTF">2019-08-15T12:16:00Z</dcterms:created>
  <dcterms:modified xsi:type="dcterms:W3CDTF">2019-11-19T07:55:00Z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